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F3D" w:rsidRPr="00C21D5B" w:rsidRDefault="00C21D5B" w:rsidP="00C21D5B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VISAGE EN ARABE</w:t>
      </w:r>
    </w:p>
    <w:p w:rsidR="00C21D5B" w:rsidRDefault="002C5EC3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BB0F1" wp14:editId="532FD9D4">
                <wp:simplePos x="0" y="0"/>
                <wp:positionH relativeFrom="column">
                  <wp:posOffset>-108487</wp:posOffset>
                </wp:positionH>
                <wp:positionV relativeFrom="paragraph">
                  <wp:posOffset>27793</wp:posOffset>
                </wp:positionV>
                <wp:extent cx="5984240" cy="2825262"/>
                <wp:effectExtent l="0" t="0" r="16510" b="133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4240" cy="2825262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55pt;margin-top:2.2pt;width:471.2pt;height:2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" filled="f" strokecolor="#7030a0" strokeweight="1pt"/>
            </w:pict>
          </mc:Fallback>
        </mc:AlternateContent>
      </w:r>
    </w:p>
    <w:p w:rsidR="00687DE3" w:rsidRDefault="00C21D5B" w:rsidP="00C21D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Découvrir les différentes parties du visage en arabe à travers une participation ludique et amusante.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21D5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17, L 27,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C440F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21D5B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21D5B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2C5EC3">
        <w:rPr>
          <w:rFonts w:ascii="Arial" w:hAnsi="Arial" w:cs="Arial"/>
        </w:rPr>
        <w:t xml:space="preserve">A 12 AV, A 23 AC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2C5EC3">
        <w:rPr>
          <w:rFonts w:ascii="Arial" w:hAnsi="Arial" w:cs="Arial"/>
        </w:rPr>
        <w:t xml:space="preserve">CM 12, CM 14, 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C5EC3">
        <w:rPr>
          <w:rFonts w:ascii="Arial" w:hAnsi="Arial" w:cs="Arial"/>
        </w:rPr>
        <w:t xml:space="preserve">FG 13, FG 14-15, FG 18, FG 24, FG 25, FG 28 </w:t>
      </w:r>
      <w:r w:rsidR="00D75DB1">
        <w:rPr>
          <w:rFonts w:ascii="Arial" w:hAnsi="Arial" w:cs="Arial"/>
        </w:rPr>
        <w:tab/>
      </w:r>
    </w:p>
    <w:p w:rsidR="00687DE3" w:rsidRDefault="002C5EC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communication, stratégie</w:t>
      </w:r>
      <w:r w:rsidR="00F73CF5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C21D5B" w:rsidRPr="00C21D5B" w:rsidRDefault="00C21D5B" w:rsidP="00C21D5B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C21D5B">
        <w:rPr>
          <w:rFonts w:ascii="Arial" w:hAnsi="Arial" w:cs="Arial"/>
          <w:b/>
        </w:rPr>
        <w:t>PDF "cercle visage"</w:t>
      </w:r>
      <w:r w:rsidR="001B35A8">
        <w:rPr>
          <w:rFonts w:ascii="Arial" w:hAnsi="Arial" w:cs="Arial"/>
          <w:b/>
        </w:rPr>
        <w:t xml:space="preserve"> </w:t>
      </w:r>
      <w:r w:rsidR="001B35A8" w:rsidRPr="001B35A8">
        <w:rPr>
          <w:rFonts w:ascii="Arial" w:hAnsi="Arial" w:cs="Arial"/>
          <w:b/>
        </w:rPr>
        <w:sym w:font="Wingdings" w:char="F0E0"/>
      </w:r>
      <w:r w:rsidR="001B35A8">
        <w:rPr>
          <w:rFonts w:ascii="Arial" w:hAnsi="Arial" w:cs="Arial"/>
          <w:b/>
        </w:rPr>
        <w:t xml:space="preserve"> imprimer 4x et découper en forme de cercle </w:t>
      </w:r>
    </w:p>
    <w:p w:rsidR="00F21876" w:rsidRPr="001B35A8" w:rsidRDefault="00C21D5B" w:rsidP="00F2187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C21D5B">
        <w:rPr>
          <w:rFonts w:ascii="Arial" w:hAnsi="Arial" w:cs="Arial"/>
          <w:b/>
        </w:rPr>
        <w:t>PDF "parties du visage"</w:t>
      </w:r>
      <w:r w:rsidR="00F21876" w:rsidRPr="00F21876">
        <w:t xml:space="preserve"> </w:t>
      </w:r>
      <w:r w:rsidR="001B35A8" w:rsidRPr="001B35A8">
        <w:rPr>
          <w:rFonts w:ascii="Arial" w:hAnsi="Arial" w:cs="Arial"/>
          <w:b/>
        </w:rPr>
        <w:sym w:font="Wingdings" w:char="F0E0"/>
      </w:r>
      <w:r w:rsidR="001B35A8" w:rsidRPr="001B35A8">
        <w:rPr>
          <w:rFonts w:ascii="Arial" w:hAnsi="Arial" w:cs="Arial"/>
          <w:b/>
        </w:rPr>
        <w:t xml:space="preserve"> imprimer 4x et découper les formes du visage</w:t>
      </w:r>
      <w:r w:rsidR="001B35A8" w:rsidRPr="001B35A8">
        <w:rPr>
          <w:rFonts w:ascii="Arial" w:hAnsi="Arial" w:cs="Arial"/>
        </w:rPr>
        <w:t xml:space="preserve"> </w:t>
      </w:r>
    </w:p>
    <w:p w:rsidR="004B3F3D" w:rsidRDefault="00F21876" w:rsidP="00F2187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F21876">
        <w:rPr>
          <w:rFonts w:ascii="Arial" w:hAnsi="Arial" w:cs="Arial"/>
          <w:b/>
        </w:rPr>
        <w:t>PDF "verso parties du visage (arabe)"</w:t>
      </w:r>
      <w:r w:rsidR="001B35A8">
        <w:rPr>
          <w:rFonts w:ascii="Arial" w:hAnsi="Arial" w:cs="Arial"/>
          <w:b/>
        </w:rPr>
        <w:t xml:space="preserve"> </w:t>
      </w:r>
      <w:r w:rsidR="001B35A8" w:rsidRPr="001B35A8">
        <w:rPr>
          <w:rFonts w:ascii="Arial" w:hAnsi="Arial" w:cs="Arial"/>
          <w:b/>
        </w:rPr>
        <w:sym w:font="Wingdings" w:char="F0E0"/>
      </w:r>
      <w:r w:rsidR="001B35A8">
        <w:rPr>
          <w:rFonts w:ascii="Arial" w:hAnsi="Arial" w:cs="Arial"/>
          <w:b/>
        </w:rPr>
        <w:t xml:space="preserve"> imprimer 4x et coller le verso sur les différentes parties du visage </w:t>
      </w:r>
    </w:p>
    <w:p w:rsidR="004B3F3D" w:rsidRPr="00516E16" w:rsidRDefault="004B3F3D" w:rsidP="00516E16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1B35A8"/>
    <w:rsid w:val="002C5EC3"/>
    <w:rsid w:val="003F707B"/>
    <w:rsid w:val="004163C9"/>
    <w:rsid w:val="004B3F3D"/>
    <w:rsid w:val="00507F03"/>
    <w:rsid w:val="00516E16"/>
    <w:rsid w:val="005472B9"/>
    <w:rsid w:val="00687DE3"/>
    <w:rsid w:val="00716697"/>
    <w:rsid w:val="00837A19"/>
    <w:rsid w:val="008844A5"/>
    <w:rsid w:val="0094240B"/>
    <w:rsid w:val="00A80B20"/>
    <w:rsid w:val="00C21D5B"/>
    <w:rsid w:val="00C440FD"/>
    <w:rsid w:val="00D61C79"/>
    <w:rsid w:val="00D660C8"/>
    <w:rsid w:val="00D75DB1"/>
    <w:rsid w:val="00DF5E50"/>
    <w:rsid w:val="00E01974"/>
    <w:rsid w:val="00F21876"/>
    <w:rsid w:val="00F357A9"/>
    <w:rsid w:val="00F723D3"/>
    <w:rsid w:val="00F7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936D1CF1.dotm</Template>
  <TotalTime>1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2019-07-25T15:49:00Z</dcterms:created>
  <dcterms:modified xsi:type="dcterms:W3CDTF">2019-07-29T06:44:00Z</dcterms:modified>
</cp:coreProperties>
</file>